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Default="00721469" w:rsidP="00721469">
      <w:pPr>
        <w:shd w:val="clear" w:color="auto" w:fill="000000" w:themeFill="text1"/>
        <w:jc w:val="center"/>
      </w:pPr>
      <w:r>
        <w:t>Team Challenge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1"/>
        <w:gridCol w:w="2599"/>
      </w:tblGrid>
      <w:tr w:rsidR="00721469" w:rsidTr="00721469">
        <w:trPr>
          <w:trHeight w:val="2113"/>
        </w:trPr>
        <w:tc>
          <w:tcPr>
            <w:tcW w:w="10080" w:type="dxa"/>
            <w:gridSpan w:val="2"/>
          </w:tcPr>
          <w:p w:rsidR="00721469" w:rsidRDefault="00721469" w:rsidP="00721469">
            <w:bookmarkStart w:id="0" w:name="_GoBack" w:colFirst="0" w:colLast="0"/>
            <w:r>
              <w:t>Our challenge was to....</w:t>
            </w:r>
          </w:p>
        </w:tc>
      </w:tr>
      <w:tr w:rsidR="00721469" w:rsidTr="00721469">
        <w:trPr>
          <w:trHeight w:val="2113"/>
        </w:trPr>
        <w:tc>
          <w:tcPr>
            <w:tcW w:w="10080" w:type="dxa"/>
            <w:gridSpan w:val="2"/>
          </w:tcPr>
          <w:p w:rsidR="00721469" w:rsidRDefault="00721469" w:rsidP="00721469">
            <w:r>
              <w:t>In some ways our team succeeded because we…..</w:t>
            </w:r>
          </w:p>
        </w:tc>
      </w:tr>
      <w:tr w:rsidR="00721469" w:rsidTr="00721469">
        <w:trPr>
          <w:trHeight w:val="2113"/>
        </w:trPr>
        <w:tc>
          <w:tcPr>
            <w:tcW w:w="10080" w:type="dxa"/>
            <w:gridSpan w:val="2"/>
          </w:tcPr>
          <w:p w:rsidR="00721469" w:rsidRDefault="00721469" w:rsidP="00721469">
            <w:r>
              <w:t>However, we could have improved our team challenge by….</w:t>
            </w:r>
          </w:p>
        </w:tc>
      </w:tr>
      <w:tr w:rsidR="00721469" w:rsidTr="00721469">
        <w:trPr>
          <w:trHeight w:val="2113"/>
        </w:trPr>
        <w:tc>
          <w:tcPr>
            <w:tcW w:w="10080" w:type="dxa"/>
            <w:gridSpan w:val="2"/>
          </w:tcPr>
          <w:p w:rsidR="00721469" w:rsidRDefault="00721469" w:rsidP="00721469">
            <w:r>
              <w:t>My personal contribution was….</w:t>
            </w:r>
          </w:p>
        </w:tc>
      </w:tr>
      <w:tr w:rsidR="00721469" w:rsidTr="00721469">
        <w:trPr>
          <w:trHeight w:val="2113"/>
        </w:trPr>
        <w:tc>
          <w:tcPr>
            <w:tcW w:w="10080" w:type="dxa"/>
            <w:gridSpan w:val="2"/>
          </w:tcPr>
          <w:p w:rsidR="00721469" w:rsidRDefault="00721469" w:rsidP="00721469">
            <w:r>
              <w:t>I could have made a greater contribution to the challenge if I…</w:t>
            </w:r>
          </w:p>
        </w:tc>
      </w:tr>
      <w:bookmarkEnd w:id="0"/>
      <w:tr w:rsidR="00721469" w:rsidTr="00721469">
        <w:trPr>
          <w:trHeight w:val="3097"/>
        </w:trPr>
        <w:tc>
          <w:tcPr>
            <w:tcW w:w="7481" w:type="dxa"/>
          </w:tcPr>
          <w:p w:rsidR="00721469" w:rsidRDefault="00721469" w:rsidP="00721469">
            <w:r>
              <w:t xml:space="preserve">During this challenge, I acted as an : </w:t>
            </w:r>
          </w:p>
          <w:p w:rsidR="00721469" w:rsidRDefault="00721469" w:rsidP="00721469"/>
        </w:tc>
        <w:tc>
          <w:tcPr>
            <w:tcW w:w="2599" w:type="dxa"/>
          </w:tcPr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 xml:space="preserve">Implementer 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Shaper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Completer / Finisher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Plant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Monitor / Evaluator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Specialist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Coordinator</w:t>
            </w:r>
          </w:p>
          <w:p w:rsidR="00721469" w:rsidRPr="00721469" w:rsidRDefault="00721469" w:rsidP="00721469">
            <w:pPr>
              <w:rPr>
                <w:i/>
                <w:sz w:val="22"/>
              </w:rPr>
            </w:pPr>
            <w:r w:rsidRPr="00721469">
              <w:rPr>
                <w:i/>
                <w:sz w:val="22"/>
              </w:rPr>
              <w:t>Team Worker</w:t>
            </w:r>
          </w:p>
          <w:p w:rsidR="00721469" w:rsidRPr="00721469" w:rsidRDefault="00721469" w:rsidP="00721469">
            <w:pPr>
              <w:rPr>
                <w:i/>
              </w:rPr>
            </w:pPr>
            <w:r w:rsidRPr="00721469">
              <w:rPr>
                <w:i/>
                <w:sz w:val="22"/>
              </w:rPr>
              <w:t>Resource / Investigator</w:t>
            </w:r>
          </w:p>
        </w:tc>
      </w:tr>
    </w:tbl>
    <w:p w:rsidR="00721469" w:rsidRDefault="00721469" w:rsidP="00721469"/>
    <w:sectPr w:rsidR="00721469" w:rsidSect="00EA3162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69"/>
    <w:rsid w:val="00370853"/>
    <w:rsid w:val="007061E6"/>
    <w:rsid w:val="00721469"/>
    <w:rsid w:val="00782A45"/>
    <w:rsid w:val="009C1174"/>
    <w:rsid w:val="00EA316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1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1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7B138CDA</Template>
  <TotalTime>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1</cp:revision>
  <dcterms:created xsi:type="dcterms:W3CDTF">2018-01-11T16:34:00Z</dcterms:created>
  <dcterms:modified xsi:type="dcterms:W3CDTF">2018-01-11T16:40:00Z</dcterms:modified>
</cp:coreProperties>
</file>